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B2F" w:rsidRPr="005171CB" w:rsidRDefault="000A4B2F" w:rsidP="00552B1B">
      <w:pPr>
        <w:pStyle w:val="ListParagraph"/>
        <w:numPr>
          <w:ilvl w:val="0"/>
          <w:numId w:val="4"/>
        </w:numPr>
        <w:ind w:left="1843" w:hanging="22"/>
        <w:rPr>
          <w:b/>
          <w:sz w:val="28"/>
          <w:szCs w:val="28"/>
        </w:rPr>
      </w:pPr>
      <w:r>
        <w:rPr>
          <w:b/>
          <w:sz w:val="28"/>
          <w:szCs w:val="28"/>
        </w:rPr>
        <w:t>s</w:t>
      </w:r>
      <w:r w:rsidRPr="005171CB">
        <w:rPr>
          <w:b/>
          <w:sz w:val="28"/>
          <w:szCs w:val="28"/>
        </w:rPr>
        <w:t xml:space="preserve">ējums. </w:t>
      </w:r>
      <w:r>
        <w:rPr>
          <w:b/>
          <w:sz w:val="28"/>
          <w:szCs w:val="28"/>
        </w:rPr>
        <w:t xml:space="preserve">VISPĀRĪGĀ DAĻA </w:t>
      </w:r>
      <w:r w:rsidRPr="005171CB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V</w:t>
      </w:r>
      <w:r w:rsidRPr="005171CB">
        <w:rPr>
          <w:b/>
          <w:sz w:val="28"/>
          <w:szCs w:val="28"/>
        </w:rPr>
        <w:t>D)</w:t>
      </w:r>
    </w:p>
    <w:p w:rsidR="000A4B2F" w:rsidRDefault="000A4B2F" w:rsidP="00E76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Dokumentu</w:t>
      </w:r>
      <w:r w:rsidRPr="009216D5">
        <w:rPr>
          <w:b/>
          <w:sz w:val="28"/>
          <w:szCs w:val="28"/>
        </w:rPr>
        <w:t xml:space="preserve"> saraksts</w:t>
      </w:r>
    </w:p>
    <w:p w:rsidR="000A4B2F" w:rsidRPr="009216D5" w:rsidRDefault="000A4B2F" w:rsidP="00E76B8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6237"/>
        <w:gridCol w:w="1326"/>
      </w:tblGrid>
      <w:tr w:rsidR="000A4B2F" w:rsidRPr="009C286E" w:rsidTr="009C286E">
        <w:tc>
          <w:tcPr>
            <w:tcW w:w="959" w:type="dxa"/>
          </w:tcPr>
          <w:p w:rsidR="000A4B2F" w:rsidRPr="009C286E" w:rsidRDefault="000A4B2F" w:rsidP="009C286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286E">
              <w:rPr>
                <w:b/>
                <w:sz w:val="24"/>
                <w:szCs w:val="24"/>
              </w:rPr>
              <w:t>Nr. p.k.</w:t>
            </w:r>
          </w:p>
        </w:tc>
        <w:tc>
          <w:tcPr>
            <w:tcW w:w="6237" w:type="dxa"/>
          </w:tcPr>
          <w:p w:rsidR="000A4B2F" w:rsidRPr="009C286E" w:rsidRDefault="000A4B2F" w:rsidP="009C286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9C286E">
              <w:rPr>
                <w:b/>
                <w:sz w:val="24"/>
                <w:szCs w:val="24"/>
              </w:rPr>
              <w:t xml:space="preserve">Lapas nosaukums 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493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9C286E">
              <w:rPr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0A4B2F" w:rsidRPr="009C286E" w:rsidRDefault="000A4B2F" w:rsidP="009C286E">
            <w:pPr>
              <w:spacing w:after="0"/>
              <w:rPr>
                <w:rFonts w:cs="Arial"/>
                <w:sz w:val="24"/>
                <w:szCs w:val="24"/>
                <w:lang w:eastAsia="lv-LV"/>
              </w:rPr>
            </w:pPr>
            <w:r w:rsidRPr="009C286E">
              <w:rPr>
                <w:rFonts w:cs="Arial"/>
                <w:sz w:val="24"/>
                <w:szCs w:val="24"/>
                <w:lang w:eastAsia="lv-LV"/>
              </w:rPr>
              <w:t xml:space="preserve">SIA „LK projektu grupa” </w:t>
            </w:r>
          </w:p>
          <w:p w:rsidR="000A4B2F" w:rsidRPr="009C286E" w:rsidRDefault="000A4B2F" w:rsidP="009C286E">
            <w:pPr>
              <w:spacing w:after="0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eastAsia="lv-LV"/>
              </w:rPr>
              <w:t>būvkomersanta reģistr</w:t>
            </w:r>
            <w:r w:rsidRPr="009C286E">
              <w:rPr>
                <w:rFonts w:cs="Arial"/>
                <w:sz w:val="24"/>
                <w:szCs w:val="24"/>
                <w:lang w:eastAsia="lv-LV"/>
              </w:rPr>
              <w:t xml:space="preserve">ācijas apliecības kopija 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481"/>
        </w:trPr>
        <w:tc>
          <w:tcPr>
            <w:tcW w:w="959" w:type="dxa"/>
          </w:tcPr>
          <w:p w:rsidR="000A4B2F" w:rsidRPr="009C286E" w:rsidRDefault="000A4B2F" w:rsidP="003004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C286E">
              <w:rPr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0A4B2F" w:rsidRPr="009C286E" w:rsidRDefault="000A4B2F" w:rsidP="003004FA">
            <w:pPr>
              <w:spacing w:after="0" w:line="240" w:lineRule="auto"/>
              <w:rPr>
                <w:rFonts w:cs="Arial"/>
                <w:sz w:val="24"/>
                <w:szCs w:val="24"/>
                <w:lang w:eastAsia="lv-LV"/>
              </w:rPr>
            </w:pPr>
            <w:r w:rsidRPr="009C286E">
              <w:rPr>
                <w:rFonts w:cs="Arial"/>
                <w:sz w:val="24"/>
                <w:szCs w:val="24"/>
                <w:lang w:eastAsia="lv-LV"/>
              </w:rPr>
              <w:t>Sertificēto speciālistu sertifikātu kopijas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A4B2F" w:rsidRPr="009C286E" w:rsidTr="003004FA">
        <w:trPr>
          <w:trHeight w:val="510"/>
        </w:trPr>
        <w:tc>
          <w:tcPr>
            <w:tcW w:w="959" w:type="dxa"/>
          </w:tcPr>
          <w:p w:rsidR="000A4B2F" w:rsidRPr="009C286E" w:rsidRDefault="000A4B2F" w:rsidP="003004F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C286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A4B2F" w:rsidRPr="009C286E" w:rsidRDefault="000A4B2F" w:rsidP="003004FA">
            <w:pPr>
              <w:spacing w:line="240" w:lineRule="auto"/>
              <w:rPr>
                <w:rFonts w:cs="Arial"/>
                <w:sz w:val="24"/>
                <w:szCs w:val="24"/>
                <w:lang w:eastAsia="lv-LV"/>
              </w:rPr>
            </w:pPr>
            <w:r w:rsidRPr="009C286E">
              <w:rPr>
                <w:rFonts w:cs="Arial"/>
                <w:sz w:val="24"/>
                <w:szCs w:val="24"/>
                <w:lang w:eastAsia="lv-LV"/>
              </w:rPr>
              <w:t>Plānošanas un arhitektūras uzdevums Nr. 2.2.1/1/</w:t>
            </w:r>
            <w:r w:rsidRPr="0033417E">
              <w:rPr>
                <w:rFonts w:cs="Arial"/>
                <w:sz w:val="24"/>
                <w:szCs w:val="24"/>
                <w:shd w:val="clear" w:color="auto" w:fill="FFFFFF"/>
                <w:lang w:eastAsia="lv-LV"/>
              </w:rPr>
              <w:t>12/57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360"/>
        </w:trPr>
        <w:tc>
          <w:tcPr>
            <w:tcW w:w="959" w:type="dxa"/>
          </w:tcPr>
          <w:p w:rsidR="000A4B2F" w:rsidRPr="009C286E" w:rsidRDefault="000A4B2F" w:rsidP="003004F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</w:p>
        </w:tc>
        <w:tc>
          <w:tcPr>
            <w:tcW w:w="6237" w:type="dxa"/>
          </w:tcPr>
          <w:p w:rsidR="000A4B2F" w:rsidRPr="009C286E" w:rsidRDefault="000A4B2F" w:rsidP="003004FA">
            <w:pPr>
              <w:spacing w:line="240" w:lineRule="auto"/>
              <w:rPr>
                <w:rFonts w:cs="Arial"/>
                <w:sz w:val="24"/>
                <w:szCs w:val="24"/>
                <w:lang w:eastAsia="lv-LV"/>
              </w:rPr>
            </w:pPr>
            <w:r>
              <w:rPr>
                <w:rFonts w:cs="Arial"/>
                <w:sz w:val="24"/>
                <w:szCs w:val="24"/>
                <w:lang w:eastAsia="lv-LV"/>
              </w:rPr>
              <w:t>Projektēšanas uzdevums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475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9C286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A4B2F" w:rsidRPr="009C286E" w:rsidRDefault="000A4B2F" w:rsidP="0080212E">
            <w:pPr>
              <w:spacing w:after="0"/>
              <w:rPr>
                <w:sz w:val="24"/>
                <w:szCs w:val="24"/>
              </w:rPr>
            </w:pPr>
            <w:r w:rsidRPr="009C286E">
              <w:rPr>
                <w:sz w:val="24"/>
                <w:szCs w:val="24"/>
              </w:rPr>
              <w:t>Jēkabpils pilsētas zemesgrāmatas nodalījuma Nr</w:t>
            </w:r>
            <w:r w:rsidRPr="0033417E">
              <w:rPr>
                <w:sz w:val="24"/>
                <w:szCs w:val="24"/>
                <w:shd w:val="clear" w:color="auto" w:fill="FFFFFF"/>
              </w:rPr>
              <w:t>. 1000 0014 3187 apliecības kopija</w:t>
            </w:r>
            <w:r w:rsidRPr="009C28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765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C286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A4B2F" w:rsidRPr="009C286E" w:rsidRDefault="000A4B2F" w:rsidP="0069017C">
            <w:pPr>
              <w:spacing w:after="0" w:line="240" w:lineRule="auto"/>
              <w:rPr>
                <w:sz w:val="24"/>
                <w:szCs w:val="24"/>
              </w:rPr>
            </w:pPr>
            <w:r w:rsidRPr="009C286E">
              <w:rPr>
                <w:sz w:val="24"/>
                <w:szCs w:val="24"/>
              </w:rPr>
              <w:t>Zemesgabala ar kadastra apzīm</w:t>
            </w:r>
            <w:bookmarkStart w:id="0" w:name="_GoBack"/>
            <w:bookmarkEnd w:id="0"/>
            <w:r w:rsidRPr="009C286E">
              <w:rPr>
                <w:sz w:val="24"/>
                <w:szCs w:val="24"/>
              </w:rPr>
              <w:t xml:space="preserve">ējumu Nr. </w:t>
            </w:r>
            <w:r w:rsidRPr="0033417E">
              <w:rPr>
                <w:sz w:val="24"/>
                <w:szCs w:val="24"/>
                <w:shd w:val="clear" w:color="auto" w:fill="FFFFFF"/>
              </w:rPr>
              <w:t>5601 001 1432</w:t>
            </w:r>
            <w:r w:rsidRPr="009C286E">
              <w:rPr>
                <w:sz w:val="24"/>
                <w:szCs w:val="24"/>
              </w:rPr>
              <w:t xml:space="preserve"> zemes robežu plāna kopija 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540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C286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A4B2F" w:rsidRPr="009C286E" w:rsidRDefault="000A4B2F" w:rsidP="009C286E">
            <w:pPr>
              <w:spacing w:after="0"/>
              <w:rPr>
                <w:sz w:val="24"/>
                <w:szCs w:val="24"/>
              </w:rPr>
            </w:pPr>
            <w:r w:rsidRPr="009C286E">
              <w:rPr>
                <w:sz w:val="24"/>
                <w:szCs w:val="24"/>
              </w:rPr>
              <w:t xml:space="preserve">SIA ”Jēkabpils </w:t>
            </w:r>
            <w:r>
              <w:rPr>
                <w:sz w:val="24"/>
                <w:szCs w:val="24"/>
              </w:rPr>
              <w:t>siltums</w:t>
            </w:r>
            <w:r w:rsidRPr="009C286E">
              <w:rPr>
                <w:sz w:val="24"/>
                <w:szCs w:val="24"/>
              </w:rPr>
              <w:t>” tehniskie noteikumi Nr</w:t>
            </w:r>
            <w:r w:rsidRPr="0033417E">
              <w:rPr>
                <w:sz w:val="24"/>
                <w:szCs w:val="24"/>
                <w:shd w:val="clear" w:color="auto" w:fill="FFFFFF"/>
              </w:rPr>
              <w:t>. 1-3/417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465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9C286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</w:tcPr>
          <w:p w:rsidR="000A4B2F" w:rsidRPr="009C286E" w:rsidRDefault="000A4B2F" w:rsidP="0069017C">
            <w:pPr>
              <w:spacing w:after="0" w:line="240" w:lineRule="auto"/>
              <w:rPr>
                <w:rFonts w:cs="Arial"/>
                <w:sz w:val="24"/>
                <w:szCs w:val="24"/>
                <w:lang w:eastAsia="lv-LV"/>
              </w:rPr>
            </w:pPr>
            <w:r>
              <w:rPr>
                <w:rFonts w:cs="Arial"/>
                <w:sz w:val="24"/>
                <w:szCs w:val="24"/>
                <w:lang w:eastAsia="lv-LV"/>
              </w:rPr>
              <w:t>LR Veselības ministrijas Veselības inspekcijas nosacījumi higiēnas prasību ievērošanai Nr. 368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368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9C286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A4B2F" w:rsidRPr="009C286E" w:rsidRDefault="000A4B2F" w:rsidP="0080212E">
            <w:pPr>
              <w:spacing w:after="0" w:line="360" w:lineRule="auto"/>
              <w:rPr>
                <w:rFonts w:cs="Arial"/>
                <w:sz w:val="24"/>
                <w:szCs w:val="24"/>
                <w:lang w:eastAsia="lv-LV"/>
              </w:rPr>
            </w:pPr>
            <w:r>
              <w:rPr>
                <w:rFonts w:cs="Arial"/>
                <w:sz w:val="24"/>
                <w:szCs w:val="24"/>
                <w:lang w:eastAsia="lv-LV"/>
              </w:rPr>
              <w:t>Izkopējums no būves</w:t>
            </w:r>
            <w:r w:rsidRPr="009C286E">
              <w:rPr>
                <w:rFonts w:cs="Arial"/>
                <w:sz w:val="24"/>
                <w:szCs w:val="24"/>
                <w:lang w:eastAsia="lv-LV"/>
              </w:rPr>
              <w:t xml:space="preserve"> kadastrālās uzmērīšanas lietas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349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9C286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A4B2F" w:rsidRPr="009C286E" w:rsidRDefault="000A4B2F" w:rsidP="0080212E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9C286E">
              <w:rPr>
                <w:rFonts w:cs="Arial"/>
                <w:sz w:val="24"/>
                <w:szCs w:val="24"/>
                <w:lang w:eastAsia="lv-LV"/>
              </w:rPr>
              <w:t>Teritorijas topogrāfiskā izpēte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481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9C286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9C286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A4B2F" w:rsidRPr="009C286E" w:rsidRDefault="000A4B2F" w:rsidP="0080212E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9C286E">
              <w:rPr>
                <w:rFonts w:cs="Arial"/>
                <w:sz w:val="24"/>
                <w:szCs w:val="24"/>
                <w:lang w:eastAsia="lv-LV"/>
              </w:rPr>
              <w:t xml:space="preserve">Paskaidrojuma raksts 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263"/>
        </w:trPr>
        <w:tc>
          <w:tcPr>
            <w:tcW w:w="959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6237" w:type="dxa"/>
          </w:tcPr>
          <w:p w:rsidR="000A4B2F" w:rsidRPr="009C286E" w:rsidRDefault="000A4B2F" w:rsidP="0080212E">
            <w:pPr>
              <w:spacing w:after="0" w:line="360" w:lineRule="auto"/>
              <w:rPr>
                <w:rFonts w:cs="Arial"/>
                <w:sz w:val="24"/>
                <w:szCs w:val="24"/>
                <w:lang w:eastAsia="lv-LV"/>
              </w:rPr>
            </w:pPr>
            <w:r>
              <w:rPr>
                <w:rFonts w:cs="Arial"/>
                <w:sz w:val="24"/>
                <w:szCs w:val="24"/>
                <w:lang w:eastAsia="lv-LV"/>
              </w:rPr>
              <w:t>Fotofiksācija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107"/>
        </w:trPr>
        <w:tc>
          <w:tcPr>
            <w:tcW w:w="959" w:type="dxa"/>
          </w:tcPr>
          <w:p w:rsidR="000A4B2F" w:rsidRPr="009C286E" w:rsidRDefault="000A4B2F" w:rsidP="007266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9C286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9C286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</w:tcPr>
          <w:p w:rsidR="000A4B2F" w:rsidRPr="009C286E" w:rsidRDefault="000A4B2F" w:rsidP="007266DD">
            <w:pPr>
              <w:spacing w:after="0" w:line="360" w:lineRule="auto"/>
              <w:rPr>
                <w:rFonts w:cs="Arial"/>
                <w:sz w:val="24"/>
                <w:szCs w:val="24"/>
                <w:lang w:eastAsia="lv-LV"/>
              </w:rPr>
            </w:pPr>
            <w:r>
              <w:rPr>
                <w:rFonts w:cs="Arial"/>
                <w:sz w:val="24"/>
                <w:szCs w:val="24"/>
                <w:lang w:eastAsia="lv-LV"/>
              </w:rPr>
              <w:t>Skolas mācību korpusa</w:t>
            </w:r>
            <w:r w:rsidRPr="009C286E">
              <w:rPr>
                <w:rFonts w:cs="Arial"/>
                <w:sz w:val="24"/>
                <w:szCs w:val="24"/>
                <w:lang w:eastAsia="lv-LV"/>
              </w:rPr>
              <w:t xml:space="preserve"> tehniskās apsekošanas slēdziens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401"/>
        </w:trPr>
        <w:tc>
          <w:tcPr>
            <w:tcW w:w="959" w:type="dxa"/>
          </w:tcPr>
          <w:p w:rsidR="000A4B2F" w:rsidRPr="009C286E" w:rsidRDefault="000A4B2F" w:rsidP="007266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9C286E">
              <w:rPr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0A4B2F" w:rsidRPr="009C286E" w:rsidRDefault="000A4B2F" w:rsidP="007266DD">
            <w:pPr>
              <w:spacing w:after="0"/>
              <w:rPr>
                <w:rFonts w:cs="Arial"/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</w:rPr>
              <w:t>Ēkas energoefektivitātes pagaidu sertifikāts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4B2F" w:rsidRPr="009C286E" w:rsidTr="009C286E">
        <w:trPr>
          <w:trHeight w:val="379"/>
        </w:trPr>
        <w:tc>
          <w:tcPr>
            <w:tcW w:w="959" w:type="dxa"/>
          </w:tcPr>
          <w:p w:rsidR="000A4B2F" w:rsidRPr="009C286E" w:rsidRDefault="000A4B2F" w:rsidP="007266DD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6237" w:type="dxa"/>
          </w:tcPr>
          <w:p w:rsidR="000A4B2F" w:rsidRPr="009C286E" w:rsidRDefault="000A4B2F" w:rsidP="007266DD">
            <w:pPr>
              <w:spacing w:after="0" w:line="360" w:lineRule="auto"/>
              <w:rPr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eastAsia="lv-LV"/>
              </w:rPr>
              <w:t>Ēkas e</w:t>
            </w:r>
            <w:r w:rsidRPr="009C286E">
              <w:rPr>
                <w:rFonts w:cs="Arial"/>
                <w:sz w:val="24"/>
                <w:szCs w:val="24"/>
                <w:lang w:eastAsia="lv-LV"/>
              </w:rPr>
              <w:t>nergoefektivitātes aprēķins</w:t>
            </w:r>
          </w:p>
        </w:tc>
        <w:tc>
          <w:tcPr>
            <w:tcW w:w="1326" w:type="dxa"/>
          </w:tcPr>
          <w:p w:rsidR="000A4B2F" w:rsidRPr="009C286E" w:rsidRDefault="000A4B2F" w:rsidP="009C286E">
            <w:pPr>
              <w:spacing w:after="0" w:line="360" w:lineRule="auto"/>
              <w:jc w:val="center"/>
              <w:rPr>
                <w:sz w:val="24"/>
                <w:szCs w:val="24"/>
              </w:rPr>
            </w:pPr>
          </w:p>
        </w:tc>
      </w:tr>
    </w:tbl>
    <w:p w:rsidR="000A4B2F" w:rsidRPr="00E76B87" w:rsidRDefault="000A4B2F" w:rsidP="003004FA">
      <w:pPr>
        <w:jc w:val="center"/>
      </w:pPr>
    </w:p>
    <w:sectPr w:rsidR="000A4B2F" w:rsidRPr="00E76B87" w:rsidSect="00552B1B">
      <w:pgSz w:w="11906" w:h="16838"/>
      <w:pgMar w:top="2694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B223E"/>
    <w:multiLevelType w:val="hybridMultilevel"/>
    <w:tmpl w:val="43E6402A"/>
    <w:lvl w:ilvl="0" w:tplc="75D277B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6F4722F"/>
    <w:multiLevelType w:val="hybridMultilevel"/>
    <w:tmpl w:val="E11A43A6"/>
    <w:lvl w:ilvl="0" w:tplc="B686DB1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C660891"/>
    <w:multiLevelType w:val="hybridMultilevel"/>
    <w:tmpl w:val="103C440A"/>
    <w:lvl w:ilvl="0" w:tplc="7D941D8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661753D6"/>
    <w:multiLevelType w:val="hybridMultilevel"/>
    <w:tmpl w:val="0324E8BC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6B87"/>
    <w:rsid w:val="000A4B2F"/>
    <w:rsid w:val="000D2201"/>
    <w:rsid w:val="00126336"/>
    <w:rsid w:val="001F6ADC"/>
    <w:rsid w:val="002A51BB"/>
    <w:rsid w:val="002C1972"/>
    <w:rsid w:val="003004FA"/>
    <w:rsid w:val="0033417E"/>
    <w:rsid w:val="005171CB"/>
    <w:rsid w:val="00552B1B"/>
    <w:rsid w:val="0069017C"/>
    <w:rsid w:val="007266DD"/>
    <w:rsid w:val="00766108"/>
    <w:rsid w:val="00774424"/>
    <w:rsid w:val="00776E16"/>
    <w:rsid w:val="00777A47"/>
    <w:rsid w:val="007B7B76"/>
    <w:rsid w:val="0080212E"/>
    <w:rsid w:val="0084437E"/>
    <w:rsid w:val="009174FE"/>
    <w:rsid w:val="009216D5"/>
    <w:rsid w:val="009250C2"/>
    <w:rsid w:val="009A78E0"/>
    <w:rsid w:val="009C286E"/>
    <w:rsid w:val="00A87A73"/>
    <w:rsid w:val="00C56390"/>
    <w:rsid w:val="00CA46F1"/>
    <w:rsid w:val="00CE0FB1"/>
    <w:rsid w:val="00CE5A47"/>
    <w:rsid w:val="00D642A2"/>
    <w:rsid w:val="00DA519F"/>
    <w:rsid w:val="00DB58FD"/>
    <w:rsid w:val="00E61911"/>
    <w:rsid w:val="00E76B87"/>
    <w:rsid w:val="00EA1E99"/>
    <w:rsid w:val="00F32A03"/>
    <w:rsid w:val="00F56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FB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76B87"/>
    <w:pPr>
      <w:ind w:left="720"/>
      <w:contextualSpacing/>
    </w:pPr>
  </w:style>
  <w:style w:type="table" w:styleId="TableGrid">
    <w:name w:val="Table Grid"/>
    <w:basedOn w:val="TableNormal"/>
    <w:uiPriority w:val="99"/>
    <w:rsid w:val="00E76B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1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585</Words>
  <Characters>334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Inguna</dc:creator>
  <cp:keywords/>
  <dc:description/>
  <cp:lastModifiedBy>Inta</cp:lastModifiedBy>
  <cp:revision>5</cp:revision>
  <cp:lastPrinted>2013-01-04T09:40:00Z</cp:lastPrinted>
  <dcterms:created xsi:type="dcterms:W3CDTF">2012-12-28T12:13:00Z</dcterms:created>
  <dcterms:modified xsi:type="dcterms:W3CDTF">2013-01-05T10:39:00Z</dcterms:modified>
</cp:coreProperties>
</file>